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18095413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26F88">
        <w:rPr>
          <w:rFonts w:ascii="Corbel" w:hAnsi="Corbel"/>
          <w:i/>
          <w:smallCaps/>
          <w:sz w:val="24"/>
          <w:szCs w:val="24"/>
        </w:rPr>
        <w:t>2019/2022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7987C74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126F88">
        <w:rPr>
          <w:rFonts w:ascii="Corbel" w:hAnsi="Corbel"/>
          <w:sz w:val="20"/>
          <w:szCs w:val="20"/>
        </w:rPr>
        <w:t>2019/2020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046EB9" w:rsidTr="00046EB9" w14:paraId="5781A5CB" wp14:textId="77777777">
        <w:tc>
          <w:tcPr>
            <w:tcW w:w="2694" w:type="dxa"/>
            <w:vAlign w:val="center"/>
          </w:tcPr>
          <w:p w:rsidRPr="009C54AE" w:rsidR="00046EB9" w:rsidP="007A7F08" w:rsidRDefault="00046EB9" w14:paraId="59701564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4D590EF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46EB9">
              <w:rPr>
                <w:rFonts w:ascii="Corbel" w:hAnsi="Corbel"/>
                <w:sz w:val="24"/>
                <w:szCs w:val="24"/>
              </w:rPr>
              <w:t>Translatorium</w:t>
            </w:r>
            <w:proofErr w:type="spellEnd"/>
          </w:p>
        </w:tc>
      </w:tr>
      <w:tr xmlns:wp14="http://schemas.microsoft.com/office/word/2010/wordml" w:rsidRPr="009C54AE" w:rsidR="00046EB9" w:rsidTr="00046EB9" w14:paraId="0FCE4DD9" wp14:textId="77777777">
        <w:tc>
          <w:tcPr>
            <w:tcW w:w="2694" w:type="dxa"/>
            <w:vAlign w:val="center"/>
          </w:tcPr>
          <w:p w:rsidRPr="009C54AE" w:rsidR="00046EB9" w:rsidP="007A7F08" w:rsidRDefault="00046EB9" w14:paraId="4CA2915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16C6682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BW74</w:t>
            </w:r>
          </w:p>
        </w:tc>
      </w:tr>
      <w:tr xmlns:wp14="http://schemas.microsoft.com/office/word/2010/wordml" w:rsidRPr="009C54AE" w:rsidR="00046EB9" w:rsidTr="00046EB9" w14:paraId="5C0172EC" wp14:textId="77777777">
        <w:tc>
          <w:tcPr>
            <w:tcW w:w="2694" w:type="dxa"/>
            <w:vAlign w:val="center"/>
          </w:tcPr>
          <w:p w:rsidRPr="009C54AE" w:rsidR="00046EB9" w:rsidP="007A7F08" w:rsidRDefault="00046EB9" w14:paraId="249A5C16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7E3E30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046EB9" w:rsidTr="00046EB9" w14:paraId="4FEDF307" wp14:textId="77777777">
        <w:tc>
          <w:tcPr>
            <w:tcW w:w="2694" w:type="dxa"/>
            <w:vAlign w:val="center"/>
          </w:tcPr>
          <w:p w:rsidRPr="009C54AE" w:rsidR="00046EB9" w:rsidP="007A7F08" w:rsidRDefault="00046EB9" w14:paraId="0A39E105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56BCBDC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046EB9" w:rsidTr="00046EB9" w14:paraId="2E34D1D7" wp14:textId="77777777">
        <w:tc>
          <w:tcPr>
            <w:tcW w:w="2694" w:type="dxa"/>
            <w:vAlign w:val="center"/>
          </w:tcPr>
          <w:p w:rsidRPr="009C54AE" w:rsidR="00046EB9" w:rsidP="007A7F08" w:rsidRDefault="00046EB9" w14:paraId="4B835047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77EEADC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046EB9" w:rsidTr="00046EB9" w14:paraId="4426C349" wp14:textId="77777777">
        <w:tc>
          <w:tcPr>
            <w:tcW w:w="2694" w:type="dxa"/>
            <w:vAlign w:val="center"/>
          </w:tcPr>
          <w:p w:rsidRPr="009C54AE" w:rsidR="00046EB9" w:rsidP="007A7F08" w:rsidRDefault="00046EB9" w14:paraId="448A1CED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3105A92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046EB9" w:rsidTr="00046EB9" w14:paraId="3B32AF2E" wp14:textId="77777777">
        <w:tc>
          <w:tcPr>
            <w:tcW w:w="2694" w:type="dxa"/>
            <w:vAlign w:val="center"/>
          </w:tcPr>
          <w:p w:rsidRPr="009C54AE" w:rsidR="00046EB9" w:rsidP="007A7F08" w:rsidRDefault="00046EB9" w14:paraId="04C0481C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439CFC3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046EB9" w:rsidTr="00046EB9" w14:paraId="5B469018" wp14:textId="77777777">
        <w:tc>
          <w:tcPr>
            <w:tcW w:w="2694" w:type="dxa"/>
            <w:vAlign w:val="center"/>
          </w:tcPr>
          <w:p w:rsidRPr="009C54AE" w:rsidR="00046EB9" w:rsidP="007A7F08" w:rsidRDefault="00046EB9" w14:paraId="7C3992E0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74440E6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046EB9" w:rsidTr="00046EB9" w14:paraId="24611DBD" wp14:textId="77777777">
        <w:tc>
          <w:tcPr>
            <w:tcW w:w="2694" w:type="dxa"/>
            <w:vAlign w:val="center"/>
          </w:tcPr>
          <w:p w:rsidRPr="009C54AE" w:rsidR="00046EB9" w:rsidP="007A7F08" w:rsidRDefault="00046EB9" w14:paraId="47AAF248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7D5AFD3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rok </w:t>
            </w:r>
            <w:r w:rsidRPr="00046EB9">
              <w:rPr>
                <w:rFonts w:ascii="Corbel" w:hAnsi="Corbel"/>
                <w:sz w:val="24"/>
                <w:szCs w:val="24"/>
              </w:rPr>
              <w:t>/II</w:t>
            </w:r>
            <w:r>
              <w:rPr>
                <w:rFonts w:ascii="Corbel" w:hAnsi="Corbel"/>
                <w:sz w:val="24"/>
                <w:szCs w:val="24"/>
              </w:rPr>
              <w:t xml:space="preserve"> semestr (letni)</w:t>
            </w:r>
          </w:p>
        </w:tc>
      </w:tr>
      <w:tr xmlns:wp14="http://schemas.microsoft.com/office/word/2010/wordml" w:rsidRPr="009C54AE" w:rsidR="00046EB9" w:rsidTr="00046EB9" w14:paraId="480733A6" wp14:textId="77777777">
        <w:tc>
          <w:tcPr>
            <w:tcW w:w="2694" w:type="dxa"/>
            <w:vAlign w:val="center"/>
          </w:tcPr>
          <w:p w:rsidRPr="009C54AE" w:rsidR="00046EB9" w:rsidP="007A7F08" w:rsidRDefault="00046EB9" w14:paraId="5863A118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08EE4E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C54AE" w:rsidR="00046EB9" w:rsidTr="00046EB9" w14:paraId="6381815D" wp14:textId="77777777">
        <w:tc>
          <w:tcPr>
            <w:tcW w:w="2694" w:type="dxa"/>
            <w:vAlign w:val="center"/>
          </w:tcPr>
          <w:p w:rsidRPr="009C54AE" w:rsidR="00046EB9" w:rsidP="007A7F08" w:rsidRDefault="00046EB9" w14:paraId="13A990D4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094655F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polski/angielski</w:t>
            </w:r>
          </w:p>
        </w:tc>
      </w:tr>
      <w:tr xmlns:wp14="http://schemas.microsoft.com/office/word/2010/wordml" w:rsidRPr="009C54AE" w:rsidR="00046EB9" w:rsidTr="00046EB9" w14:paraId="2D4EACB4" wp14:textId="77777777">
        <w:tc>
          <w:tcPr>
            <w:tcW w:w="2694" w:type="dxa"/>
            <w:vAlign w:val="center"/>
          </w:tcPr>
          <w:p w:rsidRPr="009C54AE" w:rsidR="00046EB9" w:rsidP="007A7F08" w:rsidRDefault="00046EB9" w14:paraId="69C2AF6E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5A76FA4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  <w:tr xmlns:wp14="http://schemas.microsoft.com/office/word/2010/wordml" w:rsidRPr="009C54AE" w:rsidR="00046EB9" w:rsidTr="00046EB9" w14:paraId="0F0D778D" wp14:textId="77777777">
        <w:tc>
          <w:tcPr>
            <w:tcW w:w="2694" w:type="dxa"/>
            <w:vAlign w:val="center"/>
          </w:tcPr>
          <w:p w:rsidRPr="009C54AE" w:rsidR="00046EB9" w:rsidP="007A7F08" w:rsidRDefault="00046EB9" w14:paraId="471FE44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46EB9" w:rsidR="00046EB9" w:rsidP="007A7F08" w:rsidRDefault="00046EB9" w14:paraId="0AD5145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5CA37F62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CA37F62" w:rsidRDefault="00015B8F" w14:paraId="2BA0C1FB" wp14:textId="483EE55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CA37F62" w:rsidR="00015B8F">
              <w:rPr>
                <w:rFonts w:ascii="Corbel" w:hAnsi="Corbel"/>
              </w:rPr>
              <w:t>Inne (jakie?)</w:t>
            </w:r>
          </w:p>
          <w:p w:rsidRPr="009C54AE" w:rsidR="00015B8F" w:rsidP="5CA37F62" w:rsidRDefault="00015B8F" w14:paraId="5B5B1B43" wp14:textId="62820C5A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CA37F62" w:rsidR="5CA37F62">
              <w:rPr>
                <w:rFonts w:ascii="Corbel" w:hAnsi="Corbel"/>
                <w:sz w:val="24"/>
                <w:szCs w:val="24"/>
              </w:rPr>
              <w:t>ZW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5CA37F62" w14:paraId="5AFB9F12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126F88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C0AD5" w14:paraId="5007C906" wp14:textId="19455F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27B00A" wp14:textId="7A5405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CA37F62" w:rsidR="006C0AD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26F88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bookmarkStart w:name="_GoBack" w:id="0"/>
      <w:bookmarkEnd w:id="0"/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24380676" w:rsidRDefault="002F32DF" w14:paraId="01988DE1" wp14:textId="77777777" wp14:noSpellErr="1">
      <w:pPr>
        <w:pStyle w:val="Punktygwne"/>
        <w:spacing w:before="0" w:after="0"/>
        <w:ind w:left="709"/>
        <w:rPr>
          <w:rFonts w:ascii="Corbel" w:hAnsi="Corbel"/>
          <w:b w:val="1"/>
          <w:bCs w:val="1"/>
          <w:caps w:val="0"/>
          <w:smallCaps w:val="0"/>
          <w:u w:val="single"/>
        </w:rPr>
      </w:pPr>
      <w:r w:rsidRPr="24380676" w:rsidR="002F32DF">
        <w:rPr>
          <w:rFonts w:ascii="MS Gothic" w:hAnsi="MS Gothic" w:eastAsia="MS Gothic" w:cs="MS Gothic"/>
          <w:b w:val="1"/>
          <w:bCs w:val="1"/>
          <w:u w:val="single"/>
        </w:rPr>
        <w:t>x</w:t>
      </w:r>
      <w:r w:rsidRPr="24380676" w:rsidR="0085747A">
        <w:rPr>
          <w:rFonts w:ascii="Corbel" w:hAnsi="Corbel"/>
          <w:b w:val="1"/>
          <w:bCs w:val="1"/>
          <w:caps w:val="0"/>
          <w:smallCaps w:val="0"/>
          <w:u w:val="single"/>
        </w:rPr>
        <w:t xml:space="preserve"> zajęcia w formie tradycyjnej</w:t>
      </w:r>
      <w:r w:rsidRPr="24380676" w:rsidR="0085747A">
        <w:rPr>
          <w:rFonts w:ascii="Corbel" w:hAnsi="Corbel"/>
          <w:b w:val="1"/>
          <w:bCs w:val="1"/>
          <w:caps w:val="0"/>
          <w:smallCaps w:val="0"/>
        </w:rPr>
        <w:t xml:space="preserve"> </w:t>
      </w:r>
    </w:p>
    <w:p xmlns:wp14="http://schemas.microsoft.com/office/word/2010/wordml" w:rsidRPr="009C54AE" w:rsidR="0085747A" w:rsidP="00F83B28" w:rsidRDefault="002F32DF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9C54AE" w:rsidRDefault="009C54A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126F88" w:rsidP="00126F88" w:rsidRDefault="00126F88" w14:paraId="55D48E7E" wp14:textId="7777777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651320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E960BB" w:rsidP="009C54AE" w:rsidRDefault="00E960BB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6A47B69A" wp14:textId="77777777">
        <w:tc>
          <w:tcPr>
            <w:tcW w:w="9670" w:type="dxa"/>
          </w:tcPr>
          <w:p w:rsidRPr="009C54AE" w:rsidR="0085747A" w:rsidP="009C54AE" w:rsidRDefault="0085747A" w14:paraId="45FB081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9C54AE" w:rsidR="00126F88" w:rsidP="00126F88" w:rsidRDefault="00126F88" w14:paraId="0FDE973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43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w stopniu komunikatywnym w mowie i piśmie.</w:t>
            </w:r>
          </w:p>
          <w:p w:rsidRPr="009C54AE" w:rsidR="0085747A" w:rsidP="009C54AE" w:rsidRDefault="0085747A" w14:paraId="049F31C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101652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xmlns:wp14="http://schemas.microsoft.com/office/word/2010/wordml" w:rsidRPr="009C54AE" w:rsidR="00416146" w:rsidTr="00416146" w14:paraId="5CADEA78" wp14:textId="77777777">
        <w:tc>
          <w:tcPr>
            <w:tcW w:w="841" w:type="dxa"/>
          </w:tcPr>
          <w:p w:rsidRPr="00416146" w:rsidR="00416146" w:rsidP="00416146" w:rsidRDefault="00416146" w14:paraId="5372B5A4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:rsidRPr="00416146" w:rsidR="00416146" w:rsidP="00416146" w:rsidRDefault="00416146" w14:paraId="532303DD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Zapoznanie studentów z terminologią z zakresu nauk społecznych oraz bezpieczeństwa wewnętrznego w języku angielskim.</w:t>
            </w:r>
          </w:p>
        </w:tc>
      </w:tr>
      <w:tr xmlns:wp14="http://schemas.microsoft.com/office/word/2010/wordml" w:rsidRPr="009C54AE" w:rsidR="00416146" w:rsidTr="00416146" w14:paraId="3D24E27F" wp14:textId="77777777">
        <w:tc>
          <w:tcPr>
            <w:tcW w:w="841" w:type="dxa"/>
          </w:tcPr>
          <w:p w:rsidRPr="00416146" w:rsidR="00416146" w:rsidP="00416146" w:rsidRDefault="00416146" w14:paraId="550CF7E8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:rsidRPr="00416146" w:rsidR="00416146" w:rsidP="00416146" w:rsidRDefault="00416146" w14:paraId="48B876D3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Przygotowanie studentów do podjęcia studiów w ośrodkach zagranicznych w ramach Programu Erasmus+ oraz pracy zawodowej z wykorzystaniem języka angielskiego. </w:t>
            </w:r>
          </w:p>
        </w:tc>
      </w:tr>
      <w:tr xmlns:wp14="http://schemas.microsoft.com/office/word/2010/wordml" w:rsidRPr="009C54AE" w:rsidR="00416146" w:rsidTr="00416146" w14:paraId="0C48E5EA" wp14:textId="77777777">
        <w:tc>
          <w:tcPr>
            <w:tcW w:w="841" w:type="dxa"/>
          </w:tcPr>
          <w:p w:rsidRPr="00416146" w:rsidR="00416146" w:rsidP="00416146" w:rsidRDefault="00416146" w14:paraId="53C0B3C4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:rsidRPr="00416146" w:rsidR="00416146" w:rsidP="00416146" w:rsidRDefault="00416146" w14:paraId="5FB66E85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Zwrócenie uwagi studentów na problemy współczesnego świata, w tym kwestie dotyczące różnic kulturowych i językowych. </w:t>
            </w:r>
          </w:p>
        </w:tc>
      </w:tr>
    </w:tbl>
    <w:p xmlns:wp14="http://schemas.microsoft.com/office/word/2010/wordml" w:rsidRPr="009C54AE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416146" w14:paraId="61F38664" wp14:textId="77777777">
        <w:tc>
          <w:tcPr>
            <w:tcW w:w="168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16146" w:rsidTr="00416146" w14:paraId="6CFF90D1" wp14:textId="77777777">
        <w:tc>
          <w:tcPr>
            <w:tcW w:w="1681" w:type="dxa"/>
          </w:tcPr>
          <w:p w:rsidRPr="009D09D5" w:rsidR="00416146" w:rsidP="00416146" w:rsidRDefault="0041614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</w:t>
            </w:r>
            <w:r w:rsidRPr="009D09D5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Pr="009D09D5" w:rsidR="00416146" w:rsidP="00416146" w:rsidRDefault="00416146" w14:paraId="3AFC67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Definiuje w języku angielskim podstawowe pojęcia z zakresu </w:t>
            </w:r>
            <w:r>
              <w:rPr>
                <w:rFonts w:ascii="Corbel" w:hAnsi="Corbel"/>
                <w:b w:val="0"/>
                <w:smallCaps w:val="0"/>
              </w:rPr>
              <w:t xml:space="preserve">nauk społecznych i </w:t>
            </w:r>
            <w:r w:rsidRPr="009D09D5">
              <w:rPr>
                <w:rFonts w:ascii="Corbel" w:hAnsi="Corbel"/>
                <w:b w:val="0"/>
                <w:smallCaps w:val="0"/>
              </w:rPr>
              <w:t>bezpieczeństwa wewnętrznego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:rsidRPr="009D09D5" w:rsidR="00416146" w:rsidP="00416146" w:rsidRDefault="00416146" w14:paraId="262F74A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W01</w:t>
            </w:r>
          </w:p>
        </w:tc>
      </w:tr>
      <w:tr xmlns:wp14="http://schemas.microsoft.com/office/word/2010/wordml" w:rsidRPr="009C54AE" w:rsidR="00416146" w:rsidTr="00416146" w14:paraId="0926B850" wp14:textId="77777777">
        <w:tc>
          <w:tcPr>
            <w:tcW w:w="1681" w:type="dxa"/>
          </w:tcPr>
          <w:p w:rsidRPr="009D09D5" w:rsidR="00416146" w:rsidP="00416146" w:rsidRDefault="00416146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Pr="009D09D5" w:rsidR="00416146" w:rsidP="00416146" w:rsidRDefault="00416146" w14:paraId="41BB3C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Posiada kompetencje w zakresie </w:t>
            </w:r>
            <w:r>
              <w:rPr>
                <w:rFonts w:ascii="Corbel" w:hAnsi="Corbel"/>
                <w:b w:val="0"/>
                <w:smallCaps w:val="0"/>
              </w:rPr>
              <w:t>znajomości języka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angielskiego z uwzględnieniem </w:t>
            </w:r>
            <w:r>
              <w:rPr>
                <w:rFonts w:ascii="Corbel" w:hAnsi="Corbel"/>
                <w:b w:val="0"/>
                <w:smallCaps w:val="0"/>
              </w:rPr>
              <w:t xml:space="preserve">języka specjalistycznego (terminologia stosowana w naukach o polityce i administracji oraz nauce o bezpieczeństwie).  </w:t>
            </w:r>
          </w:p>
        </w:tc>
        <w:tc>
          <w:tcPr>
            <w:tcW w:w="1865" w:type="dxa"/>
          </w:tcPr>
          <w:p w:rsidRPr="009D09D5" w:rsidR="00416146" w:rsidP="00416146" w:rsidRDefault="00416146" w14:paraId="301A72B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U02</w:t>
            </w:r>
          </w:p>
        </w:tc>
      </w:tr>
      <w:tr xmlns:wp14="http://schemas.microsoft.com/office/word/2010/wordml" w:rsidRPr="009C54AE" w:rsidR="00416146" w:rsidTr="00416146" w14:paraId="3332B0EA" wp14:textId="77777777">
        <w:tc>
          <w:tcPr>
            <w:tcW w:w="1681" w:type="dxa"/>
          </w:tcPr>
          <w:p w:rsidRPr="009D09D5" w:rsidR="00416146" w:rsidP="00416146" w:rsidRDefault="00416146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Pr="009D09D5" w:rsidR="00416146" w:rsidP="00416146" w:rsidRDefault="00416146" w14:paraId="47DDC2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Posiada podstawową umiejętność przygotowania </w:t>
            </w:r>
            <w:r>
              <w:rPr>
                <w:rFonts w:ascii="Corbel" w:hAnsi="Corbel"/>
                <w:b w:val="0"/>
                <w:smallCaps w:val="0"/>
              </w:rPr>
              <w:t>prezentacji/</w:t>
            </w:r>
            <w:r w:rsidRPr="009D09D5">
              <w:rPr>
                <w:rFonts w:ascii="Corbel" w:hAnsi="Corbel"/>
                <w:b w:val="0"/>
                <w:smallCaps w:val="0"/>
              </w:rPr>
              <w:t>wystąpień ustnych w języku angielskim o</w:t>
            </w:r>
            <w:r>
              <w:rPr>
                <w:rFonts w:ascii="Corbel" w:hAnsi="Corbel"/>
                <w:b w:val="0"/>
                <w:smallCaps w:val="0"/>
              </w:rPr>
              <w:t xml:space="preserve">raz krótkich prac pisemnych z </w:t>
            </w:r>
            <w:r w:rsidRPr="009D09D5">
              <w:rPr>
                <w:rFonts w:ascii="Corbel" w:hAnsi="Corbel"/>
                <w:b w:val="0"/>
                <w:smallCaps w:val="0"/>
              </w:rPr>
              <w:t>uwzględnieniem</w:t>
            </w:r>
            <w:r>
              <w:rPr>
                <w:rFonts w:ascii="Corbel" w:hAnsi="Corbel"/>
                <w:b w:val="0"/>
                <w:smallCaps w:val="0"/>
              </w:rPr>
              <w:t xml:space="preserve"> terminologii właściwej nauce o bezpieczeństwie. </w:t>
            </w:r>
          </w:p>
        </w:tc>
        <w:tc>
          <w:tcPr>
            <w:tcW w:w="1865" w:type="dxa"/>
          </w:tcPr>
          <w:p w:rsidRPr="009D09D5" w:rsidR="00416146" w:rsidP="00416146" w:rsidRDefault="00416146" w14:paraId="1D567F7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U03</w:t>
            </w:r>
          </w:p>
        </w:tc>
      </w:tr>
      <w:tr xmlns:wp14="http://schemas.microsoft.com/office/word/2010/wordml" w:rsidRPr="009C54AE" w:rsidR="00416146" w:rsidTr="00416146" w14:paraId="1C8E7FC0" wp14:textId="77777777">
        <w:tc>
          <w:tcPr>
            <w:tcW w:w="1681" w:type="dxa"/>
          </w:tcPr>
          <w:p w:rsidRPr="009D09D5" w:rsidR="00416146" w:rsidP="00416146" w:rsidRDefault="00416146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Pr="009D09D5" w:rsidR="00416146" w:rsidP="00416146" w:rsidRDefault="00416146" w14:paraId="28683456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lang w:eastAsia="pl-PL"/>
              </w:rPr>
            </w:pPr>
            <w:r w:rsidRPr="009D09D5">
              <w:rPr>
                <w:rFonts w:ascii="Corbel" w:hAnsi="Corbel" w:eastAsia="Times New Roman"/>
                <w:sz w:val="24"/>
                <w:lang w:eastAsia="pl-PL"/>
              </w:rPr>
              <w:t>Jest przygotowany do uczestnictw</w:t>
            </w:r>
            <w:r>
              <w:rPr>
                <w:rFonts w:ascii="Corbel" w:hAnsi="Corbel" w:eastAsia="Times New Roman"/>
                <w:sz w:val="24"/>
                <w:lang w:eastAsia="pl-PL"/>
              </w:rPr>
              <w:t>a w programach wymiany studenckiej</w:t>
            </w:r>
            <w:r w:rsidRPr="009D09D5">
              <w:rPr>
                <w:rFonts w:ascii="Corbel" w:hAnsi="Corbel" w:eastAsia="Times New Roman"/>
                <w:sz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sz w:val="24"/>
                <w:lang w:eastAsia="pl-PL"/>
              </w:rPr>
              <w:t xml:space="preserve">w tym </w:t>
            </w:r>
            <w:r w:rsidRPr="009D09D5">
              <w:rPr>
                <w:rFonts w:ascii="Corbel" w:hAnsi="Corbel" w:eastAsia="Times New Roman"/>
                <w:sz w:val="24"/>
                <w:lang w:eastAsia="pl-PL"/>
              </w:rPr>
              <w:t xml:space="preserve">w </w:t>
            </w:r>
            <w:r>
              <w:rPr>
                <w:rFonts w:ascii="Corbel" w:hAnsi="Corbel" w:eastAsia="Times New Roman"/>
                <w:sz w:val="24"/>
                <w:lang w:eastAsia="pl-PL"/>
              </w:rPr>
              <w:t xml:space="preserve">ramach Programu Erasmus+, a także aktywnego udziału w konferencjach międzynarodowych i seminariach (z referatem/posterem/prezentacją). </w:t>
            </w:r>
          </w:p>
        </w:tc>
        <w:tc>
          <w:tcPr>
            <w:tcW w:w="1865" w:type="dxa"/>
          </w:tcPr>
          <w:p w:rsidRPr="009D09D5" w:rsidR="00416146" w:rsidP="00416146" w:rsidRDefault="00416146" w14:paraId="112259C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K03</w:t>
            </w:r>
          </w:p>
        </w:tc>
      </w:tr>
    </w:tbl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3461D779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3CF2D8B6" wp14:textId="77777777">
        <w:tc>
          <w:tcPr>
            <w:tcW w:w="9639" w:type="dxa"/>
          </w:tcPr>
          <w:p w:rsidRPr="009C54AE" w:rsidR="0085747A" w:rsidP="009C54AE" w:rsidRDefault="0085747A" w14:paraId="0FB78278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1FC39945" wp14:textId="77777777">
        <w:tc>
          <w:tcPr>
            <w:tcW w:w="9639" w:type="dxa"/>
          </w:tcPr>
          <w:p w:rsidRPr="009C54AE" w:rsidR="0085747A" w:rsidP="009C54AE" w:rsidRDefault="0085747A" w14:paraId="0562CB0E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34CE0A41" wp14:textId="77777777">
        <w:tc>
          <w:tcPr>
            <w:tcW w:w="9639" w:type="dxa"/>
          </w:tcPr>
          <w:p w:rsidRPr="009C54AE" w:rsidR="0085747A" w:rsidP="009C54AE" w:rsidRDefault="0085747A" w14:paraId="62EBF3C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6D98A12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2946DB82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416146" w14:paraId="55225495" wp14:textId="77777777">
        <w:tc>
          <w:tcPr>
            <w:tcW w:w="9520" w:type="dxa"/>
          </w:tcPr>
          <w:p w:rsidRPr="000F44F4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F44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2F32DF" w:rsidR="0085747A" w:rsidTr="00416146" w14:paraId="63834A0E" wp14:textId="77777777">
        <w:tc>
          <w:tcPr>
            <w:tcW w:w="9520" w:type="dxa"/>
          </w:tcPr>
          <w:p w:rsidRPr="00416146" w:rsidR="0085747A" w:rsidP="00416146" w:rsidRDefault="00416146" w14:paraId="62AF79A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 xml:space="preserve">Academic English – introduction. English for academic purpose </w:t>
            </w:r>
          </w:p>
        </w:tc>
      </w:tr>
      <w:tr xmlns:wp14="http://schemas.microsoft.com/office/word/2010/wordml" w:rsidRPr="002F32DF" w:rsidR="0085747A" w:rsidTr="00416146" w14:paraId="27BB0FE4" wp14:textId="77777777">
        <w:tc>
          <w:tcPr>
            <w:tcW w:w="9520" w:type="dxa"/>
          </w:tcPr>
          <w:p w:rsidRPr="00416146" w:rsidR="0085747A" w:rsidP="00416146" w:rsidRDefault="00416146" w14:paraId="11E0DAE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To know the world better. Introduction to international relations and internation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al security system terminology </w:t>
            </w:r>
          </w:p>
        </w:tc>
      </w:tr>
      <w:tr xmlns:wp14="http://schemas.microsoft.com/office/word/2010/wordml" w:rsidRPr="002F32DF" w:rsidR="00416146" w:rsidTr="00416146" w14:paraId="4E5E467E" wp14:textId="77777777">
        <w:tc>
          <w:tcPr>
            <w:tcW w:w="9520" w:type="dxa"/>
          </w:tcPr>
          <w:p w:rsidR="00416146" w:rsidP="009C54AE" w:rsidRDefault="00416146" w14:paraId="4E0C2EB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Presentation skills. How to give best presentation ever? </w:t>
            </w:r>
          </w:p>
        </w:tc>
      </w:tr>
      <w:tr xmlns:wp14="http://schemas.microsoft.com/office/word/2010/wordml" w:rsidRPr="00416146" w:rsidR="00E11EB4" w:rsidTr="00416146" w14:paraId="703B4ADA" wp14:textId="77777777">
        <w:tc>
          <w:tcPr>
            <w:tcW w:w="9520" w:type="dxa"/>
          </w:tcPr>
          <w:p w:rsidR="00E11EB4" w:rsidP="009C54AE" w:rsidRDefault="00E11EB4" w14:paraId="2BB777F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11EB4">
              <w:rPr>
                <w:rFonts w:ascii="Corbel" w:hAnsi="Corbel"/>
                <w:sz w:val="24"/>
                <w:szCs w:val="24"/>
                <w:lang w:val="en-US"/>
              </w:rPr>
              <w:t>Democratic principles and institutions</w:t>
            </w:r>
          </w:p>
        </w:tc>
      </w:tr>
      <w:tr xmlns:wp14="http://schemas.microsoft.com/office/word/2010/wordml" w:rsidRPr="00E11EB4" w:rsidR="0085747A" w:rsidTr="00416146" w14:paraId="117EBB72" wp14:textId="77777777">
        <w:tc>
          <w:tcPr>
            <w:tcW w:w="9520" w:type="dxa"/>
          </w:tcPr>
          <w:p w:rsidRPr="00416146" w:rsidR="0085747A" w:rsidP="00E11EB4" w:rsidRDefault="00E11EB4" w14:paraId="6A3758F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Civil society </w:t>
            </w:r>
          </w:p>
        </w:tc>
      </w:tr>
      <w:tr xmlns:wp14="http://schemas.microsoft.com/office/word/2010/wordml" w:rsidRPr="002F32DF" w:rsidR="00416146" w:rsidTr="00416146" w14:paraId="045F6914" wp14:textId="77777777">
        <w:tc>
          <w:tcPr>
            <w:tcW w:w="9520" w:type="dxa"/>
          </w:tcPr>
          <w:p w:rsidR="00416146" w:rsidP="009C54AE" w:rsidRDefault="00416146" w14:paraId="7A7EB7C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Society and its role in internal security system building</w:t>
            </w:r>
          </w:p>
        </w:tc>
      </w:tr>
      <w:tr xmlns:wp14="http://schemas.microsoft.com/office/word/2010/wordml" w:rsidRPr="002F32DF" w:rsidR="00416146" w:rsidTr="00416146" w14:paraId="31B4A3BB" wp14:textId="77777777">
        <w:tc>
          <w:tcPr>
            <w:tcW w:w="9520" w:type="dxa"/>
          </w:tcPr>
          <w:p w:rsidRPr="00416146" w:rsidR="00416146" w:rsidP="009C54AE" w:rsidRDefault="00416146" w14:paraId="4F8D5B3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Public participation and social trust</w:t>
            </w:r>
          </w:p>
        </w:tc>
      </w:tr>
      <w:tr xmlns:wp14="http://schemas.microsoft.com/office/word/2010/wordml" w:rsidRPr="00416146" w:rsidR="00416146" w:rsidTr="00416146" w14:paraId="502F5482" wp14:textId="77777777">
        <w:tc>
          <w:tcPr>
            <w:tcW w:w="9520" w:type="dxa"/>
          </w:tcPr>
          <w:p w:rsidRPr="00416146" w:rsidR="00416146" w:rsidP="009C54AE" w:rsidRDefault="00416146" w14:paraId="4BF865E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Election and its importance </w:t>
            </w:r>
          </w:p>
        </w:tc>
      </w:tr>
      <w:tr xmlns:wp14="http://schemas.microsoft.com/office/word/2010/wordml" w:rsidRPr="002F32DF" w:rsidR="00416146" w:rsidTr="00416146" w14:paraId="2B563460" wp14:textId="77777777">
        <w:tc>
          <w:tcPr>
            <w:tcW w:w="9520" w:type="dxa"/>
          </w:tcPr>
          <w:p w:rsidRPr="00416146" w:rsidR="00416146" w:rsidP="00416146" w:rsidRDefault="00416146" w14:paraId="0583ABC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Migrations in contemporary world. The refugee crisis. </w:t>
            </w:r>
          </w:p>
        </w:tc>
      </w:tr>
      <w:tr xmlns:wp14="http://schemas.microsoft.com/office/word/2010/wordml" w:rsidRPr="00416146" w:rsidR="00416146" w:rsidTr="00416146" w14:paraId="3865AD96" wp14:textId="77777777">
        <w:tc>
          <w:tcPr>
            <w:tcW w:w="9520" w:type="dxa"/>
          </w:tcPr>
          <w:p w:rsidRPr="00416146" w:rsidR="00416146" w:rsidP="00416146" w:rsidRDefault="00416146" w14:paraId="2BA3949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growth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and development </w:t>
            </w:r>
          </w:p>
        </w:tc>
      </w:tr>
      <w:tr xmlns:wp14="http://schemas.microsoft.com/office/word/2010/wordml" w:rsidRPr="00416146" w:rsidR="00416146" w:rsidTr="00416146" w14:paraId="07E51CE7" wp14:textId="77777777">
        <w:tc>
          <w:tcPr>
            <w:tcW w:w="9520" w:type="dxa"/>
          </w:tcPr>
          <w:p w:rsidRPr="00416146" w:rsidR="00416146" w:rsidP="00416146" w:rsidRDefault="00416146" w14:paraId="41B1453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Problems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environmental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security</w:t>
            </w:r>
            <w:proofErr w:type="spellEnd"/>
          </w:p>
        </w:tc>
      </w:tr>
    </w:tbl>
    <w:p xmlns:wp14="http://schemas.microsoft.com/office/word/2010/wordml" w:rsidRPr="00416146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xmlns:wp14="http://schemas.microsoft.com/office/word/2010/wordml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xmlns:wp14="http://schemas.microsoft.com/office/word/2010/wordml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220A54" w:rsidR="00220A54" w:rsidP="00220A54" w:rsidRDefault="00220A54" w14:paraId="474235E8" wp14:textId="77777777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220A54">
        <w:rPr>
          <w:rFonts w:ascii="Corbel" w:hAnsi="Corbel"/>
          <w:b w:val="0"/>
          <w:smallCaps w:val="0"/>
          <w:szCs w:val="24"/>
        </w:rPr>
        <w:t xml:space="preserve">- analiza tekstów – tłumaczenie i dyskusja </w:t>
      </w:r>
    </w:p>
    <w:p xmlns:wp14="http://schemas.microsoft.com/office/word/2010/wordml" w:rsidR="00220A54" w:rsidP="00220A54" w:rsidRDefault="00220A54" w14:paraId="4D9BE42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20A54">
        <w:rPr>
          <w:rFonts w:ascii="Corbel" w:hAnsi="Corbel"/>
          <w:b w:val="0"/>
          <w:smallCaps w:val="0"/>
          <w:szCs w:val="24"/>
        </w:rPr>
        <w:t xml:space="preserve">- praca w grupach podczas zajęć </w:t>
      </w:r>
    </w:p>
    <w:p xmlns:wp14="http://schemas.microsoft.com/office/word/2010/wordml" w:rsidRPr="000F44F4" w:rsidR="000F44F4" w:rsidP="00220A54" w:rsidRDefault="000F44F4" w14:paraId="150752C7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F44F4">
        <w:rPr>
          <w:rFonts w:ascii="Corbel" w:hAnsi="Corbel"/>
          <w:b w:val="0"/>
          <w:smallCaps w:val="0"/>
          <w:szCs w:val="24"/>
        </w:rPr>
        <w:t xml:space="preserve">- wykorzystanie metod kształcenia na odległość </w:t>
      </w:r>
    </w:p>
    <w:p xmlns:wp14="http://schemas.microsoft.com/office/word/2010/wordml" w:rsidR="00E960BB" w:rsidP="009C54AE" w:rsidRDefault="00E960BB" w14:paraId="3FE9F23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1F72F64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8CE6F9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0F44F4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0A6492" w:rsidTr="000F44F4" w14:paraId="06B001AB" wp14:textId="77777777">
        <w:tc>
          <w:tcPr>
            <w:tcW w:w="1962" w:type="dxa"/>
          </w:tcPr>
          <w:p w:rsidRPr="009D09D5" w:rsidR="000A6492" w:rsidP="000A6492" w:rsidRDefault="000A6492" w14:paraId="5AD44181" wp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D09D5"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1" w:type="dxa"/>
          </w:tcPr>
          <w:p w:rsidR="00CB45CA" w:rsidP="00CB45CA" w:rsidRDefault="00CB45CA" w14:paraId="37CF64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CB45CA" w:rsidP="00CB45CA" w:rsidRDefault="00CB45CA" w14:paraId="58D22D6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CB45CA" w:rsidP="00CB45CA" w:rsidRDefault="00CB45CA" w14:paraId="6E771A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0A6492" w:rsidP="00CB45CA" w:rsidRDefault="00CB45CA" w14:paraId="1E3C7E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</w:p>
        </w:tc>
        <w:tc>
          <w:tcPr>
            <w:tcW w:w="2117" w:type="dxa"/>
          </w:tcPr>
          <w:p w:rsidRPr="009D09D5" w:rsidR="000A6492" w:rsidP="000A6492" w:rsidRDefault="000A6492" w14:paraId="6AD877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xmlns:wp14="http://schemas.microsoft.com/office/word/2010/wordml" w:rsidRPr="009C54AE" w:rsidR="000A6492" w:rsidTr="000F44F4" w14:paraId="11244BB4" wp14:textId="77777777">
        <w:trPr>
          <w:trHeight w:val="58"/>
        </w:trPr>
        <w:tc>
          <w:tcPr>
            <w:tcW w:w="1962" w:type="dxa"/>
          </w:tcPr>
          <w:p w:rsidRPr="009C54AE" w:rsidR="000A6492" w:rsidP="000A6492" w:rsidRDefault="000A6492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1" w:type="dxa"/>
          </w:tcPr>
          <w:p w:rsidR="000A6492" w:rsidP="000A6492" w:rsidRDefault="000A6492" w14:paraId="49C16F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0A6492" w:rsidP="000A6492" w:rsidRDefault="000A6492" w14:paraId="58E3F5D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</w:t>
            </w:r>
          </w:p>
          <w:p w:rsidR="000A6492" w:rsidP="000A6492" w:rsidRDefault="000A6492" w14:paraId="2427157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0A6492" w:rsidP="000A6492" w:rsidRDefault="000A6492" w14:paraId="6BAB383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</w:p>
        </w:tc>
        <w:tc>
          <w:tcPr>
            <w:tcW w:w="2117" w:type="dxa"/>
          </w:tcPr>
          <w:p w:rsidRPr="009C54AE" w:rsidR="000A6492" w:rsidP="000A6492" w:rsidRDefault="000A6492" w14:paraId="7F626B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xmlns:wp14="http://schemas.microsoft.com/office/word/2010/wordml" w:rsidRPr="009C54AE" w:rsidR="000A6492" w:rsidTr="000F44F4" w14:paraId="0137E8B2" wp14:textId="77777777">
        <w:trPr>
          <w:trHeight w:val="58"/>
        </w:trPr>
        <w:tc>
          <w:tcPr>
            <w:tcW w:w="1962" w:type="dxa"/>
          </w:tcPr>
          <w:p w:rsidRPr="009C54AE" w:rsidR="000A6492" w:rsidP="000A6492" w:rsidRDefault="000A6492" w14:paraId="17267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:rsidR="000A6492" w:rsidP="000A6492" w:rsidRDefault="000A6492" w14:paraId="387F5DC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0A6492" w:rsidP="000A6492" w:rsidRDefault="000A6492" w14:paraId="056C01C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0A6492" w:rsidP="000A6492" w:rsidRDefault="000A6492" w14:paraId="78FCE71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0A6492" w:rsidP="000A6492" w:rsidRDefault="000A6492" w14:paraId="774453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</w:p>
        </w:tc>
        <w:tc>
          <w:tcPr>
            <w:tcW w:w="2117" w:type="dxa"/>
          </w:tcPr>
          <w:p w:rsidRPr="009C54AE" w:rsidR="000A6492" w:rsidP="000A6492" w:rsidRDefault="000A6492" w14:paraId="04C645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ćwiczenia</w:t>
            </w:r>
          </w:p>
        </w:tc>
      </w:tr>
      <w:tr xmlns:wp14="http://schemas.microsoft.com/office/word/2010/wordml" w:rsidRPr="009C54AE" w:rsidR="000A6492" w:rsidTr="000F44F4" w14:paraId="14109C52" wp14:textId="77777777">
        <w:trPr>
          <w:trHeight w:val="58"/>
        </w:trPr>
        <w:tc>
          <w:tcPr>
            <w:tcW w:w="1962" w:type="dxa"/>
          </w:tcPr>
          <w:p w:rsidR="000A6492" w:rsidP="000A6492" w:rsidRDefault="000A6492" w14:paraId="09C04E8A" wp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 04</w:t>
            </w:r>
          </w:p>
        </w:tc>
        <w:tc>
          <w:tcPr>
            <w:tcW w:w="5441" w:type="dxa"/>
          </w:tcPr>
          <w:p w:rsidR="000A6492" w:rsidP="000A6492" w:rsidRDefault="000A6492" w14:paraId="3A8E26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>zaliczeniowa (obligatoryjna)</w:t>
            </w:r>
          </w:p>
          <w:p w:rsidR="000A6492" w:rsidP="000A6492" w:rsidRDefault="000A6492" w14:paraId="61665F9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0A6492" w:rsidP="000A6492" w:rsidRDefault="000A6492" w14:paraId="3D96F6A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:rsidRPr="00C649DC" w:rsidR="000A6492" w:rsidP="000A6492" w:rsidRDefault="000A6492" w14:paraId="6A61EE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</w:p>
        </w:tc>
        <w:tc>
          <w:tcPr>
            <w:tcW w:w="2117" w:type="dxa"/>
          </w:tcPr>
          <w:p w:rsidRPr="009C54AE" w:rsidR="000A6492" w:rsidP="000A6492" w:rsidRDefault="000A6492" w14:paraId="23CA83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xmlns:wp14="http://schemas.microsoft.com/office/word/2010/wordml" w:rsidRPr="009C54AE" w:rsidR="00923D7D" w:rsidP="009C54AE" w:rsidRDefault="00923D7D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23DE523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4B5EFFC2" wp14:textId="77777777">
        <w:tc>
          <w:tcPr>
            <w:tcW w:w="9670" w:type="dxa"/>
          </w:tcPr>
          <w:p w:rsidR="00CB45CA" w:rsidP="00CB45CA" w:rsidRDefault="00CB45CA" w14:paraId="1CDDA1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uzyskanie zaliczenia z przedmiotu składają się następujące elementy: </w:t>
            </w:r>
          </w:p>
          <w:p w:rsidR="00CB45CA" w:rsidP="00CB45CA" w:rsidRDefault="00CB45CA" w14:paraId="078996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a) aktywność podczas zajęć  </w:t>
            </w:r>
          </w:p>
          <w:p w:rsidR="00CB45CA" w:rsidP="00CB45CA" w:rsidRDefault="00CB45CA" w14:paraId="2341413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przygotowanie zespołowej prezentacji zaliczeniowej oraz jej przedstawienie (prezentacja multimedialna/wygłoszony referat) – możliwość uzyskania ocen: dostateczna lub dostateczna plus </w:t>
            </w:r>
          </w:p>
          <w:p w:rsidRPr="009C54AE" w:rsidR="0085747A" w:rsidP="00CB45CA" w:rsidRDefault="00CB45CA" w14:paraId="55588A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c) test dla osób chętnych chcących uzyskać ocenę: dobrą, dobrą plus lub bardzo dobrą.  </w:t>
            </w:r>
          </w:p>
        </w:tc>
      </w:tr>
    </w:tbl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484D7C08" w14:paraId="63D9DE79" wp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794946" w:rsidTr="484D7C08" w14:paraId="33472E7B" wp14:textId="77777777">
        <w:tc>
          <w:tcPr>
            <w:tcW w:w="4902" w:type="dxa"/>
            <w:tcMar/>
          </w:tcPr>
          <w:p w:rsidRPr="009C54AE" w:rsidR="00794946" w:rsidP="00794946" w:rsidRDefault="00794946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794946" w:rsidP="00794946" w:rsidRDefault="006C0AD5" w14:paraId="72A4FFC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794946" w:rsidTr="484D7C08" w14:paraId="5D8EB871" wp14:textId="77777777">
        <w:tc>
          <w:tcPr>
            <w:tcW w:w="4902" w:type="dxa"/>
            <w:tcMar/>
          </w:tcPr>
          <w:p w:rsidRPr="009C54AE" w:rsidR="00794946" w:rsidP="00794946" w:rsidRDefault="00794946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794946" w:rsidP="00794946" w:rsidRDefault="00794946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9C54AE" w:rsidR="00794946" w:rsidP="00794946" w:rsidRDefault="00794946" w14:paraId="18F999B5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794946" w:rsidTr="484D7C08" w14:paraId="7EC00268" wp14:textId="77777777">
        <w:tc>
          <w:tcPr>
            <w:tcW w:w="4902" w:type="dxa"/>
            <w:tcMar/>
          </w:tcPr>
          <w:p w:rsidRPr="009C54AE" w:rsidR="00794946" w:rsidP="00794946" w:rsidRDefault="00794946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794946" w:rsidP="00794946" w:rsidRDefault="00794946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9C54AE" w:rsidR="00794946" w:rsidP="484D7C08" w:rsidRDefault="008E0F92" w14:paraId="44B0A208" wp14:textId="724E2298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484D7C08" w:rsidR="7263919A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794946" w:rsidTr="484D7C08" w14:paraId="44F35364" wp14:textId="77777777">
        <w:tc>
          <w:tcPr>
            <w:tcW w:w="4902" w:type="dxa"/>
            <w:tcMar/>
          </w:tcPr>
          <w:p w:rsidRPr="009C54AE" w:rsidR="00794946" w:rsidP="00794946" w:rsidRDefault="00794946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9C54AE" w:rsidR="00794946" w:rsidP="00794946" w:rsidRDefault="008E0F92" w14:paraId="219897CE" wp14:textId="7F7FCE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84D7C08" w:rsidR="008E0F92">
              <w:rPr>
                <w:rFonts w:ascii="Corbel" w:hAnsi="Corbel"/>
                <w:sz w:val="24"/>
                <w:szCs w:val="24"/>
              </w:rPr>
              <w:t>3</w:t>
            </w:r>
            <w:r w:rsidRPr="484D7C08" w:rsidR="3A82C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85747A" w:rsidTr="484D7C08" w14:paraId="0C7A4DB3" wp14:textId="77777777">
        <w:tc>
          <w:tcPr>
            <w:tcW w:w="4902" w:type="dxa"/>
            <w:tcMar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9C54AE" w:rsidR="0085747A" w:rsidP="00794946" w:rsidRDefault="00794946" w14:paraId="56B20A0C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07459315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6537F2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6DFB9E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E1941" w:rsidP="009C54AE" w:rsidRDefault="003E1941" w14:paraId="70DF9E5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44E871B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046EB9" w:rsidR="0085747A" w:rsidTr="24380676" w14:paraId="35CCBE4F" wp14:textId="77777777">
        <w:trPr>
          <w:trHeight w:val="397"/>
        </w:trPr>
        <w:tc>
          <w:tcPr>
            <w:tcW w:w="7513" w:type="dxa"/>
            <w:tcMar/>
          </w:tcPr>
          <w:p w:rsidRPr="007A7F08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podstawowa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:</w:t>
            </w:r>
          </w:p>
          <w:p w:rsidRPr="007A7F08" w:rsidR="00794946" w:rsidP="003B6E83" w:rsidRDefault="00794946" w14:paraId="5015EACC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Stephenson</w:t>
            </w:r>
            <w:r w:rsidRPr="007A7F08" w:rsidR="003B6E83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r w:rsidRPr="007A7F08" w:rsidR="003B6E83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H.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L. Lansford, P.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Dummett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  <w:lang w:val="en-US"/>
              </w:rPr>
              <w:t>Keynote B2 Upper-Intermediate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, National Geographic Learning, 2017.</w:t>
            </w:r>
          </w:p>
          <w:p w:rsidRPr="007A7F08" w:rsidR="00794946" w:rsidP="003B6E83" w:rsidRDefault="00794946" w14:paraId="0C70809E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lastRenderedPageBreak/>
              <w:t>Lansford</w:t>
            </w:r>
            <w:r w:rsidRPr="007A7F08" w:rsidR="003B6E83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r w:rsidRPr="007A7F08" w:rsidR="003B6E83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L.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P.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Dummett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H. Stephenson,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 xml:space="preserve">Keynote C1 – ADVANCED,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HEINLE, 2017.</w:t>
            </w:r>
          </w:p>
          <w:p w:rsidRPr="007A7F08" w:rsidR="00794946" w:rsidP="003B6E83" w:rsidRDefault="00B83686" w14:paraId="317644C1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Sendur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Warecka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A., </w:t>
            </w:r>
            <w:r w:rsidRPr="007A7F08" w:rsidR="00794946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English For Safety, Security and Law Enforcement</w:t>
            </w:r>
            <w:r w:rsidRPr="007A7F08" w:rsidR="0079494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7A7F08" w:rsidR="0079494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Oficyna</w:t>
            </w:r>
            <w:proofErr w:type="spellEnd"/>
            <w:r w:rsidRPr="007A7F08" w:rsidR="0079494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7A7F08" w:rsidR="0079494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Wydawnicza</w:t>
            </w:r>
            <w:proofErr w:type="spellEnd"/>
            <w:r w:rsidRPr="007A7F08" w:rsidR="0079494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AFM, </w:t>
            </w:r>
            <w:proofErr w:type="spellStart"/>
            <w:r w:rsidRPr="007A7F08" w:rsidR="0079494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Kraków</w:t>
            </w:r>
            <w:proofErr w:type="spellEnd"/>
            <w:r w:rsidRPr="007A7F08" w:rsidR="0079494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2012. </w:t>
            </w:r>
          </w:p>
          <w:p w:rsidRPr="007A7F08" w:rsidR="00046EB9" w:rsidP="24380676" w:rsidRDefault="00046EB9" w14:paraId="4D28B040" w14:noSpellErr="1" wp14:textId="5B15F9B5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lang w:val="en-US"/>
              </w:rPr>
            </w:pPr>
            <w:r w:rsidRPr="24380676" w:rsidR="00046EB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Ted. Ideas Worth Spreading, </w:t>
            </w:r>
            <w:r w:rsidRPr="24380676" w:rsidR="00046EB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https://www.ted.com/</w:t>
            </w:r>
            <w:r w:rsidRPr="24380676" w:rsidR="00046EB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</w:p>
          <w:p w:rsidRPr="007A7F08" w:rsidR="00794946" w:rsidP="003B6E83" w:rsidRDefault="00CB45CA" w14:paraId="0B53F737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Belczyk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A. (2004).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Poradnik tłumacza z angielskiego na nasze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Kraków: Idea. </w:t>
            </w:r>
          </w:p>
        </w:tc>
      </w:tr>
      <w:tr xmlns:wp14="http://schemas.microsoft.com/office/word/2010/wordml" w:rsidRPr="002F32DF" w:rsidR="0085747A" w:rsidTr="24380676" w14:paraId="6983C670" wp14:textId="77777777">
        <w:trPr>
          <w:trHeight w:val="397"/>
        </w:trPr>
        <w:tc>
          <w:tcPr>
            <w:tcW w:w="7513" w:type="dxa"/>
            <w:tcMar/>
          </w:tcPr>
          <w:p w:rsidRPr="007A7F08"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lastRenderedPageBreak/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uzupełniająca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: </w:t>
            </w:r>
          </w:p>
          <w:p w:rsidRPr="007A7F08" w:rsidR="00794946" w:rsidP="009C54AE" w:rsidRDefault="00794946" w14:paraId="144A5D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  <w:lang w:val="en-US"/>
              </w:rPr>
            </w:pPr>
          </w:p>
          <w:p w:rsidRPr="007A7F08" w:rsidR="00B83686" w:rsidP="003B6E83" w:rsidRDefault="00B83686" w14:paraId="35545E0E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Evans V., Dooley J.,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Panagoulakos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N.,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Career Paths: Security Personnel, Express Publishing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Level:A1, A2 &amp; B1, ISBN:978-1-4715-3336-5.</w:t>
            </w:r>
          </w:p>
          <w:p w:rsidRPr="007A7F08" w:rsidR="00B83686" w:rsidP="003B6E83" w:rsidRDefault="00B83686" w14:paraId="17F0449D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Cierach 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Mindziul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B., Narbutt-Rogalska,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English for </w:t>
            </w:r>
            <w:proofErr w:type="spellStart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Social</w:t>
            </w:r>
            <w:proofErr w:type="spellEnd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 Science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Wydawnictwo Uniwersytetu Warmińsko-Mazurskiego w Olsztynie, Olsztyn 2015. </w:t>
            </w:r>
          </w:p>
          <w:p w:rsidRPr="007A7F08" w:rsidR="00B83686" w:rsidP="24380676" w:rsidRDefault="00B83686" w14:paraId="51D166A0" w14:noSpellErr="1" wp14:textId="1D3EE523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lang w:val="en-US"/>
              </w:rPr>
            </w:pPr>
            <w:r w:rsidRPr="24380676" w:rsidR="00B836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A strong</w:t>
            </w:r>
            <w:r w:rsidRPr="24380676" w:rsidR="006C0AD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er Europe</w:t>
            </w:r>
            <w:r w:rsidRPr="24380676" w:rsidR="00B836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: a global strategy for the European Union’s foreign and security policy, </w:t>
            </w:r>
            <w:r w:rsidRPr="24380676" w:rsidR="00B836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https://op.europa.eu/en/publication-detail/-/publication/3eaae2cf-9ac5-11e6-868c-01aa75ed71a1/language-en/format-PDF/source-240494805</w:t>
            </w:r>
          </w:p>
          <w:p w:rsidRPr="007A7F08" w:rsidR="00B83686" w:rsidP="24380676" w:rsidRDefault="00B83686" w14:paraId="7157FD86" wp14:textId="04950D3B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lang w:val="en-US"/>
              </w:rPr>
            </w:pPr>
            <w:r w:rsidRPr="24380676" w:rsidR="00B836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Towards a European </w:t>
            </w:r>
            <w:proofErr w:type="spellStart"/>
            <w:r w:rsidRPr="24380676" w:rsidR="00B836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defence</w:t>
            </w:r>
            <w:proofErr w:type="spellEnd"/>
            <w:r w:rsidRPr="24380676" w:rsidR="00B836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union : towards a more united, stronger and more democratic union, </w:t>
            </w:r>
            <w:r w:rsidRPr="24380676" w:rsidR="00B836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https://op.europa.eu/en/publication-detail/-/publication/d03f7d5c-41e8-11e8-b5fe-01aa75ed71a1/language-en/format-PDF/source-240494859</w:t>
            </w:r>
          </w:p>
        </w:tc>
      </w:tr>
    </w:tbl>
    <w:p xmlns:wp14="http://schemas.microsoft.com/office/word/2010/wordml" w:rsidRPr="00B83686" w:rsidR="0085747A" w:rsidP="009C54AE" w:rsidRDefault="0085747A" w14:paraId="738610EB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xmlns:wp14="http://schemas.microsoft.com/office/word/2010/wordml" w:rsidRPr="00B83686" w:rsidR="0085747A" w:rsidP="009C54AE" w:rsidRDefault="0085747A" w14:paraId="637805D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B51B31" w:rsidP="00C16ABF" w:rsidRDefault="00B51B31" w14:paraId="463F29E8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51B31" w:rsidP="00C16ABF" w:rsidRDefault="00B51B31" w14:paraId="3B7B4B8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B51B31" w:rsidP="00C16ABF" w:rsidRDefault="00B51B31" w14:paraId="3A0FF5F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51B31" w:rsidP="00C16ABF" w:rsidRDefault="00B51B31" w14:paraId="5630AD6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41667F"/>
    <w:multiLevelType w:val="hybridMultilevel"/>
    <w:tmpl w:val="DC34751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C1D"/>
    <w:rsid w:val="00042A51"/>
    <w:rsid w:val="00042D2E"/>
    <w:rsid w:val="00044C82"/>
    <w:rsid w:val="00046EB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492"/>
    <w:rsid w:val="000B192D"/>
    <w:rsid w:val="000B28EE"/>
    <w:rsid w:val="000B3E37"/>
    <w:rsid w:val="000D04B0"/>
    <w:rsid w:val="000F1C57"/>
    <w:rsid w:val="000F44F4"/>
    <w:rsid w:val="000F5615"/>
    <w:rsid w:val="00124BFF"/>
    <w:rsid w:val="0012560E"/>
    <w:rsid w:val="00126F8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0A54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2DF"/>
    <w:rsid w:val="002F48B1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E3D"/>
    <w:rsid w:val="003A0A5B"/>
    <w:rsid w:val="003A1176"/>
    <w:rsid w:val="003B6E83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6146"/>
    <w:rsid w:val="0042244A"/>
    <w:rsid w:val="0042745A"/>
    <w:rsid w:val="00431D5C"/>
    <w:rsid w:val="0043556F"/>
    <w:rsid w:val="004362C6"/>
    <w:rsid w:val="00437FA2"/>
    <w:rsid w:val="004433F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AD5"/>
    <w:rsid w:val="006C4EF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946"/>
    <w:rsid w:val="007A4022"/>
    <w:rsid w:val="007A6E6E"/>
    <w:rsid w:val="007A7F08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31CD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F92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4376"/>
    <w:rsid w:val="009A78D9"/>
    <w:rsid w:val="009C3E31"/>
    <w:rsid w:val="009C54AE"/>
    <w:rsid w:val="009C788E"/>
    <w:rsid w:val="009C795F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B31"/>
    <w:rsid w:val="00B607DB"/>
    <w:rsid w:val="00B66529"/>
    <w:rsid w:val="00B75946"/>
    <w:rsid w:val="00B8056E"/>
    <w:rsid w:val="00B819C8"/>
    <w:rsid w:val="00B82308"/>
    <w:rsid w:val="00B83686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9DC"/>
    <w:rsid w:val="00C67E92"/>
    <w:rsid w:val="00C70A26"/>
    <w:rsid w:val="00C766DF"/>
    <w:rsid w:val="00C90764"/>
    <w:rsid w:val="00C94B98"/>
    <w:rsid w:val="00CA2B96"/>
    <w:rsid w:val="00CA5089"/>
    <w:rsid w:val="00CB45C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B77"/>
    <w:rsid w:val="00DE09C0"/>
    <w:rsid w:val="00DE4A14"/>
    <w:rsid w:val="00DF320D"/>
    <w:rsid w:val="00DF6B06"/>
    <w:rsid w:val="00DF71C8"/>
    <w:rsid w:val="00E11EB4"/>
    <w:rsid w:val="00E129B8"/>
    <w:rsid w:val="00E21281"/>
    <w:rsid w:val="00E21E7D"/>
    <w:rsid w:val="00E22FBC"/>
    <w:rsid w:val="00E24BF5"/>
    <w:rsid w:val="00E25338"/>
    <w:rsid w:val="00E41A49"/>
    <w:rsid w:val="00E51E44"/>
    <w:rsid w:val="00E63348"/>
    <w:rsid w:val="00E742AA"/>
    <w:rsid w:val="00E77E88"/>
    <w:rsid w:val="00E8107D"/>
    <w:rsid w:val="00E960BB"/>
    <w:rsid w:val="00EA0068"/>
    <w:rsid w:val="00EA2074"/>
    <w:rsid w:val="00EA3593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76154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24380676"/>
    <w:rsid w:val="3A82CF74"/>
    <w:rsid w:val="47A7D766"/>
    <w:rsid w:val="484D7C08"/>
    <w:rsid w:val="5CA37F62"/>
    <w:rsid w:val="72639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1164"/>
  <w15:docId w15:val="{6AF4729C-1B1C-4B6E-886E-7E1EB9F8C9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settings" Target="settings.xml" Id="rId4" /><Relationship Type="http://schemas.openxmlformats.org/officeDocument/2006/relationships/customXml" Target="../customXml/item3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0C7C65-FAB9-4861-B4FD-20369C05BF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D341AD-BC63-4D17-885F-8A477736E7ED}"/>
</file>

<file path=customXml/itemProps3.xml><?xml version="1.0" encoding="utf-8"?>
<ds:datastoreItem xmlns:ds="http://schemas.openxmlformats.org/officeDocument/2006/customXml" ds:itemID="{8BA733CA-F3C5-4AE8-9AA7-218BAFB65473}"/>
</file>

<file path=customXml/itemProps4.xml><?xml version="1.0" encoding="utf-8"?>
<ds:datastoreItem xmlns:ds="http://schemas.openxmlformats.org/officeDocument/2006/customXml" ds:itemID="{6FC328F0-9B2C-421D-92AE-1136669E9D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17</cp:revision>
  <cp:lastPrinted>2019-02-06T12:12:00Z</cp:lastPrinted>
  <dcterms:created xsi:type="dcterms:W3CDTF">2021-11-06T23:28:00Z</dcterms:created>
  <dcterms:modified xsi:type="dcterms:W3CDTF">2022-03-02T12:31:35Z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